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2AB6A86F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587E">
        <w:rPr>
          <w:rFonts w:ascii="Corbel" w:hAnsi="Corbel"/>
          <w:i/>
          <w:smallCaps/>
          <w:sz w:val="24"/>
          <w:szCs w:val="24"/>
        </w:rPr>
        <w:t>2019-2022</w:t>
      </w:r>
    </w:p>
    <w:p w14:paraId="146A81D1" w14:textId="37F012A4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</w:t>
      </w:r>
      <w:r w:rsidR="00C5587E">
        <w:rPr>
          <w:rFonts w:ascii="Corbel" w:hAnsi="Corbel"/>
          <w:sz w:val="20"/>
          <w:szCs w:val="20"/>
        </w:rPr>
        <w:t>0/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</w:t>
      </w:r>
      <w:r w:rsidR="00C5587E">
        <w:rPr>
          <w:rFonts w:ascii="Corbel" w:hAnsi="Corbel"/>
          <w:sz w:val="20"/>
          <w:szCs w:val="20"/>
        </w:rPr>
        <w:t>1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EC7B42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57AD06DA" w:rsidR="0085747A" w:rsidRPr="00AD2FDB" w:rsidRDefault="00AD2FDB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FD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1F21CB06" w:rsidR="00015B8F" w:rsidRPr="00EC7B42" w:rsidRDefault="00AD2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20C4E7C8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49EBB6AE" w:rsidR="0085747A" w:rsidRPr="00EC7B42" w:rsidRDefault="00AD2FDB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11889317" w:rsidR="00C61DC5" w:rsidRPr="00EC7B42" w:rsidRDefault="00AD2FDB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Społeczne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Wzrost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Gospodarczy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3FE69" w14:textId="77777777" w:rsidR="00D25B14" w:rsidRDefault="00D25B14" w:rsidP="00C16ABF">
      <w:pPr>
        <w:spacing w:after="0" w:line="240" w:lineRule="auto"/>
      </w:pPr>
      <w:r>
        <w:separator/>
      </w:r>
    </w:p>
  </w:endnote>
  <w:endnote w:type="continuationSeparator" w:id="0">
    <w:p w14:paraId="5816E5EA" w14:textId="77777777" w:rsidR="00D25B14" w:rsidRDefault="00D25B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ADCB0" w14:textId="77777777" w:rsidR="00D25B14" w:rsidRDefault="00D25B14" w:rsidP="00C16ABF">
      <w:pPr>
        <w:spacing w:after="0" w:line="240" w:lineRule="auto"/>
      </w:pPr>
      <w:r>
        <w:separator/>
      </w:r>
    </w:p>
  </w:footnote>
  <w:footnote w:type="continuationSeparator" w:id="0">
    <w:p w14:paraId="7C737662" w14:textId="77777777" w:rsidR="00D25B14" w:rsidRDefault="00D25B14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20C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FDB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87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1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112C27-9E9D-4383-A7DB-B1B2675917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1127</Words>
  <Characters>6763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2020-10-24T23:16:00Z</dcterms:created>
  <dcterms:modified xsi:type="dcterms:W3CDTF">2020-12-10T04:48:00Z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